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08"/>
        <w:gridCol w:w="7147"/>
      </w:tblGrid>
      <w:tr w:rsidR="00620696" w:rsidRPr="00334791" w14:paraId="4750E741" w14:textId="77777777" w:rsidTr="003F6205">
        <w:trPr>
          <w:trHeight w:val="260"/>
        </w:trPr>
        <w:tc>
          <w:tcPr>
            <w:tcW w:w="14255" w:type="dxa"/>
            <w:gridSpan w:val="2"/>
            <w:shd w:val="clear" w:color="auto" w:fill="B3B3B3"/>
            <w:vAlign w:val="center"/>
          </w:tcPr>
          <w:p w14:paraId="72F8A14C" w14:textId="77777777" w:rsidR="000B57F5" w:rsidRPr="0014374C" w:rsidRDefault="00D050BC" w:rsidP="00CC2872">
            <w:pPr>
              <w:pStyle w:val="Heading1"/>
              <w:tabs>
                <w:tab w:val="left" w:pos="3547"/>
                <w:tab w:val="center" w:pos="5040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14374C">
              <w:rPr>
                <w:rFonts w:ascii="Times New Roman" w:hAnsi="Times New Roman"/>
                <w:color w:val="000000"/>
                <w:sz w:val="22"/>
                <w:szCs w:val="22"/>
              </w:rPr>
              <w:t>STAGE 1 – DESIRED RESULTS</w:t>
            </w:r>
          </w:p>
        </w:tc>
      </w:tr>
      <w:tr w:rsidR="00620696" w:rsidRPr="00334791" w14:paraId="06D68C7E" w14:textId="77777777" w:rsidTr="00C04D27">
        <w:trPr>
          <w:trHeight w:val="1070"/>
        </w:trPr>
        <w:tc>
          <w:tcPr>
            <w:tcW w:w="14255" w:type="dxa"/>
            <w:gridSpan w:val="2"/>
          </w:tcPr>
          <w:p w14:paraId="05C49231" w14:textId="77777777" w:rsidR="00620696" w:rsidRPr="00334791" w:rsidRDefault="00620696">
            <w:pPr>
              <w:rPr>
                <w:b/>
                <w:sz w:val="22"/>
                <w:szCs w:val="22"/>
              </w:rPr>
            </w:pPr>
          </w:p>
          <w:p w14:paraId="612912A7" w14:textId="77777777" w:rsidR="000B57F5" w:rsidRPr="00334791" w:rsidRDefault="00D050BC">
            <w:pPr>
              <w:rPr>
                <w:b/>
                <w:sz w:val="22"/>
                <w:szCs w:val="22"/>
                <w:u w:val="single"/>
              </w:rPr>
            </w:pPr>
            <w:r w:rsidRPr="00334791">
              <w:rPr>
                <w:b/>
                <w:sz w:val="22"/>
                <w:szCs w:val="22"/>
              </w:rPr>
              <w:t xml:space="preserve">Unit Title: </w:t>
            </w:r>
          </w:p>
          <w:p w14:paraId="7FBD7AFD" w14:textId="77777777" w:rsidR="000B57F5" w:rsidRDefault="000B57F5">
            <w:pPr>
              <w:pStyle w:val="BodyText"/>
              <w:rPr>
                <w:rFonts w:ascii="Times New Roman" w:hAnsi="Times New Roman"/>
                <w:sz w:val="22"/>
                <w:szCs w:val="22"/>
              </w:rPr>
            </w:pPr>
          </w:p>
          <w:p w14:paraId="23243273" w14:textId="77777777" w:rsidR="00334791" w:rsidRPr="00334791" w:rsidRDefault="00334791">
            <w:pPr>
              <w:pStyle w:val="BodyTex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Transfer Goal(s):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Students will be able to independently use their learning to </w:t>
            </w:r>
          </w:p>
          <w:p w14:paraId="3EB0270A" w14:textId="77777777" w:rsidR="000B57F5" w:rsidRPr="00334791" w:rsidRDefault="000B57F5">
            <w:pPr>
              <w:rPr>
                <w:b/>
                <w:sz w:val="22"/>
                <w:szCs w:val="22"/>
              </w:rPr>
            </w:pPr>
          </w:p>
        </w:tc>
      </w:tr>
      <w:tr w:rsidR="00620696" w:rsidRPr="00334791" w14:paraId="58DDB4DB" w14:textId="77777777" w:rsidTr="00551604">
        <w:trPr>
          <w:trHeight w:val="3086"/>
        </w:trPr>
        <w:tc>
          <w:tcPr>
            <w:tcW w:w="7108" w:type="dxa"/>
          </w:tcPr>
          <w:p w14:paraId="6FD879CA" w14:textId="77777777" w:rsidR="00334791" w:rsidRDefault="00AB0070" w:rsidP="00AB0070">
            <w:pPr>
              <w:rPr>
                <w:b/>
                <w:sz w:val="22"/>
                <w:szCs w:val="22"/>
              </w:rPr>
            </w:pPr>
            <w:r w:rsidRPr="00334791">
              <w:rPr>
                <w:b/>
                <w:sz w:val="22"/>
                <w:szCs w:val="22"/>
              </w:rPr>
              <w:t xml:space="preserve">Enduring </w:t>
            </w:r>
            <w:r w:rsidR="003F6205" w:rsidRPr="00334791">
              <w:rPr>
                <w:b/>
                <w:sz w:val="22"/>
                <w:szCs w:val="22"/>
              </w:rPr>
              <w:t>Understanding</w:t>
            </w:r>
            <w:r w:rsidRPr="00334791">
              <w:rPr>
                <w:b/>
                <w:sz w:val="22"/>
                <w:szCs w:val="22"/>
              </w:rPr>
              <w:t>:</w:t>
            </w:r>
            <w:r w:rsidR="003F6205" w:rsidRPr="00334791">
              <w:rPr>
                <w:b/>
                <w:sz w:val="22"/>
                <w:szCs w:val="22"/>
              </w:rPr>
              <w:t xml:space="preserve"> </w:t>
            </w:r>
          </w:p>
          <w:p w14:paraId="5EC5272D" w14:textId="77777777" w:rsidR="00334791" w:rsidRDefault="00334791" w:rsidP="00AB0070">
            <w:pPr>
              <w:rPr>
                <w:b/>
                <w:sz w:val="22"/>
                <w:szCs w:val="22"/>
              </w:rPr>
            </w:pPr>
          </w:p>
          <w:p w14:paraId="4C7CDFA9" w14:textId="77777777" w:rsidR="00AB0070" w:rsidRPr="00334791" w:rsidRDefault="003F6205" w:rsidP="00AB0070">
            <w:pPr>
              <w:rPr>
                <w:i/>
                <w:sz w:val="22"/>
                <w:szCs w:val="22"/>
              </w:rPr>
            </w:pPr>
            <w:r w:rsidRPr="00334791">
              <w:rPr>
                <w:i/>
                <w:sz w:val="22"/>
                <w:szCs w:val="22"/>
              </w:rPr>
              <w:t>Students will understand that…</w:t>
            </w:r>
          </w:p>
          <w:p w14:paraId="6D9D28F7" w14:textId="77777777" w:rsidR="007323EB" w:rsidRPr="00334791" w:rsidRDefault="007323EB" w:rsidP="00AB0070">
            <w:pPr>
              <w:rPr>
                <w:sz w:val="22"/>
                <w:szCs w:val="22"/>
              </w:rPr>
            </w:pPr>
          </w:p>
          <w:p w14:paraId="41396C03" w14:textId="77777777" w:rsidR="001A635B" w:rsidRPr="00334791" w:rsidRDefault="009B06E8" w:rsidP="003F6205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Enduring Understanding here…</w:t>
            </w:r>
          </w:p>
          <w:p w14:paraId="52F198AA" w14:textId="77777777" w:rsidR="003F6205" w:rsidRPr="00334791" w:rsidRDefault="003F6205" w:rsidP="00AB0070">
            <w:pPr>
              <w:rPr>
                <w:sz w:val="22"/>
                <w:szCs w:val="22"/>
              </w:rPr>
            </w:pPr>
          </w:p>
          <w:p w14:paraId="197A88FA" w14:textId="77777777" w:rsidR="000B57F5" w:rsidRPr="00334791" w:rsidRDefault="000B57F5" w:rsidP="00551604">
            <w:pPr>
              <w:shd w:val="clear" w:color="auto" w:fill="FFFFFF"/>
              <w:spacing w:line="225" w:lineRule="atLeast"/>
              <w:rPr>
                <w:color w:val="262626"/>
                <w:sz w:val="22"/>
                <w:szCs w:val="22"/>
              </w:rPr>
            </w:pPr>
          </w:p>
        </w:tc>
        <w:tc>
          <w:tcPr>
            <w:tcW w:w="7147" w:type="dxa"/>
          </w:tcPr>
          <w:p w14:paraId="0CE5A2C9" w14:textId="77777777" w:rsidR="000B57F5" w:rsidRPr="00334791" w:rsidRDefault="00D050BC">
            <w:pPr>
              <w:rPr>
                <w:b/>
                <w:sz w:val="22"/>
                <w:szCs w:val="22"/>
              </w:rPr>
            </w:pPr>
            <w:r w:rsidRPr="00334791">
              <w:rPr>
                <w:b/>
                <w:sz w:val="22"/>
                <w:szCs w:val="22"/>
              </w:rPr>
              <w:t>Essential Questions:</w:t>
            </w:r>
          </w:p>
          <w:p w14:paraId="60A2A2D4" w14:textId="77777777" w:rsidR="00060DC5" w:rsidRDefault="00060DC5">
            <w:pPr>
              <w:rPr>
                <w:b/>
                <w:sz w:val="22"/>
                <w:szCs w:val="22"/>
              </w:rPr>
            </w:pPr>
          </w:p>
          <w:p w14:paraId="5A4D867E" w14:textId="77777777" w:rsidR="00674063" w:rsidRDefault="00674063">
            <w:pPr>
              <w:rPr>
                <w:b/>
                <w:sz w:val="22"/>
                <w:szCs w:val="22"/>
              </w:rPr>
            </w:pPr>
          </w:p>
          <w:p w14:paraId="6B2D63B1" w14:textId="77777777" w:rsidR="00674063" w:rsidRPr="00334791" w:rsidRDefault="00674063">
            <w:pPr>
              <w:rPr>
                <w:b/>
                <w:sz w:val="22"/>
                <w:szCs w:val="22"/>
              </w:rPr>
            </w:pPr>
          </w:p>
          <w:p w14:paraId="475667EC" w14:textId="77777777" w:rsidR="000B57F5" w:rsidRPr="00334791" w:rsidRDefault="009B06E8" w:rsidP="00453D51">
            <w:pPr>
              <w:pStyle w:val="ListParagraph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Essential Question(s) here…</w:t>
            </w:r>
          </w:p>
        </w:tc>
      </w:tr>
      <w:tr w:rsidR="00620696" w:rsidRPr="00334791" w14:paraId="70D028BB" w14:textId="77777777" w:rsidTr="00620696">
        <w:trPr>
          <w:trHeight w:val="3320"/>
        </w:trPr>
        <w:tc>
          <w:tcPr>
            <w:tcW w:w="7108" w:type="dxa"/>
            <w:tcBorders>
              <w:bottom w:val="single" w:sz="4" w:space="0" w:color="auto"/>
            </w:tcBorders>
          </w:tcPr>
          <w:p w14:paraId="4C701385" w14:textId="77777777" w:rsidR="003F6205" w:rsidRPr="00334791" w:rsidRDefault="003F6205" w:rsidP="003F6205">
            <w:pPr>
              <w:shd w:val="clear" w:color="auto" w:fill="FFFFFF"/>
              <w:spacing w:line="225" w:lineRule="atLeast"/>
              <w:rPr>
                <w:b/>
                <w:sz w:val="22"/>
                <w:szCs w:val="22"/>
              </w:rPr>
            </w:pPr>
            <w:r w:rsidRPr="00334791">
              <w:rPr>
                <w:b/>
                <w:sz w:val="22"/>
                <w:szCs w:val="22"/>
              </w:rPr>
              <w:t>Students will know:</w:t>
            </w:r>
          </w:p>
          <w:p w14:paraId="02A9A69E" w14:textId="77777777" w:rsidR="000B57F5" w:rsidRPr="00334791" w:rsidRDefault="009B06E8" w:rsidP="009B06E8">
            <w:pPr>
              <w:pStyle w:val="ListParagraph"/>
              <w:numPr>
                <w:ilvl w:val="0"/>
                <w:numId w:val="28"/>
              </w:numPr>
              <w:shd w:val="clear" w:color="auto" w:fill="FFFFFF"/>
              <w:spacing w:line="225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what students will know here…</w:t>
            </w:r>
          </w:p>
          <w:p w14:paraId="4169B1F2" w14:textId="77777777" w:rsidR="000B57F5" w:rsidRPr="00334791" w:rsidRDefault="000B57F5">
            <w:pPr>
              <w:rPr>
                <w:sz w:val="22"/>
                <w:szCs w:val="22"/>
              </w:rPr>
            </w:pPr>
          </w:p>
          <w:p w14:paraId="0EDC73C0" w14:textId="77777777" w:rsidR="000B57F5" w:rsidRPr="00334791" w:rsidRDefault="00D050BC">
            <w:pPr>
              <w:rPr>
                <w:sz w:val="22"/>
                <w:szCs w:val="22"/>
              </w:rPr>
            </w:pPr>
            <w:r w:rsidRPr="0033479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7147" w:type="dxa"/>
            <w:tcBorders>
              <w:bottom w:val="single" w:sz="4" w:space="0" w:color="auto"/>
            </w:tcBorders>
          </w:tcPr>
          <w:p w14:paraId="3A514745" w14:textId="77777777" w:rsidR="003F6205" w:rsidRPr="00334791" w:rsidRDefault="003F6205" w:rsidP="003F6205">
            <w:pPr>
              <w:rPr>
                <w:b/>
                <w:sz w:val="22"/>
                <w:szCs w:val="22"/>
              </w:rPr>
            </w:pPr>
            <w:r w:rsidRPr="00334791">
              <w:rPr>
                <w:b/>
                <w:sz w:val="22"/>
                <w:szCs w:val="22"/>
              </w:rPr>
              <w:t>Students will be able to:</w:t>
            </w:r>
          </w:p>
          <w:p w14:paraId="5B27F696" w14:textId="77777777" w:rsidR="008104B6" w:rsidRPr="00334791" w:rsidRDefault="009B06E8" w:rsidP="008104B6">
            <w:pPr>
              <w:pStyle w:val="ListParagraph"/>
              <w:numPr>
                <w:ilvl w:val="0"/>
                <w:numId w:val="29"/>
              </w:numPr>
              <w:rPr>
                <w:color w:val="262626"/>
                <w:sz w:val="22"/>
                <w:szCs w:val="22"/>
              </w:rPr>
            </w:pPr>
            <w:r>
              <w:rPr>
                <w:color w:val="262626"/>
                <w:sz w:val="22"/>
                <w:szCs w:val="22"/>
              </w:rPr>
              <w:t>Write what students will do here….</w:t>
            </w:r>
          </w:p>
          <w:p w14:paraId="272BAE23" w14:textId="77777777" w:rsidR="00643CA6" w:rsidRPr="00334791" w:rsidRDefault="00643CA6" w:rsidP="00C04D27">
            <w:pPr>
              <w:ind w:left="720"/>
              <w:rPr>
                <w:sz w:val="22"/>
                <w:szCs w:val="22"/>
              </w:rPr>
            </w:pPr>
          </w:p>
          <w:p w14:paraId="51C43FCB" w14:textId="77777777" w:rsidR="000B57F5" w:rsidRPr="00334791" w:rsidRDefault="000B57F5">
            <w:pPr>
              <w:rPr>
                <w:sz w:val="22"/>
                <w:szCs w:val="22"/>
              </w:rPr>
            </w:pPr>
          </w:p>
        </w:tc>
      </w:tr>
    </w:tbl>
    <w:p w14:paraId="7CB793E7" w14:textId="77777777" w:rsidR="00620696" w:rsidRPr="00334791" w:rsidRDefault="00620696">
      <w:pPr>
        <w:rPr>
          <w:sz w:val="22"/>
          <w:szCs w:val="22"/>
        </w:rPr>
      </w:pPr>
    </w:p>
    <w:p w14:paraId="29B1FC6E" w14:textId="77777777" w:rsidR="00620696" w:rsidRPr="00334791" w:rsidRDefault="00620696">
      <w:pPr>
        <w:rPr>
          <w:sz w:val="22"/>
          <w:szCs w:val="22"/>
        </w:rPr>
      </w:pPr>
      <w:r w:rsidRPr="00334791">
        <w:rPr>
          <w:sz w:val="22"/>
          <w:szCs w:val="22"/>
        </w:rPr>
        <w:br w:type="page"/>
      </w:r>
    </w:p>
    <w:p w14:paraId="2C2DD703" w14:textId="77777777" w:rsidR="005D658F" w:rsidRPr="00334791" w:rsidRDefault="005D658F">
      <w:pPr>
        <w:rPr>
          <w:sz w:val="22"/>
          <w:szCs w:val="22"/>
        </w:rPr>
      </w:pPr>
    </w:p>
    <w:tbl>
      <w:tblPr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8"/>
        <w:gridCol w:w="12960"/>
      </w:tblGrid>
      <w:tr w:rsidR="00620696" w:rsidRPr="00334791" w14:paraId="56E69F93" w14:textId="77777777" w:rsidTr="008104B6">
        <w:trPr>
          <w:trHeight w:val="328"/>
        </w:trPr>
        <w:tc>
          <w:tcPr>
            <w:tcW w:w="14238" w:type="dxa"/>
            <w:gridSpan w:val="2"/>
            <w:shd w:val="clear" w:color="auto" w:fill="B3B3B3"/>
            <w:vAlign w:val="center"/>
          </w:tcPr>
          <w:p w14:paraId="759E59C4" w14:textId="77777777" w:rsidR="005D658F" w:rsidRPr="0014374C" w:rsidRDefault="005D658F" w:rsidP="002038FF">
            <w:pPr>
              <w:pStyle w:val="Heading1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4374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STAGE </w:t>
            </w:r>
            <w:r w:rsidR="00914696" w:rsidRPr="0014374C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 w:rsidRPr="0014374C">
              <w:rPr>
                <w:rFonts w:ascii="Times New Roman" w:hAnsi="Times New Roman"/>
                <w:color w:val="000000"/>
                <w:sz w:val="22"/>
                <w:szCs w:val="22"/>
              </w:rPr>
              <w:t>– S</w:t>
            </w:r>
            <w:r w:rsidR="002038FF" w:rsidRPr="0014374C">
              <w:rPr>
                <w:rFonts w:ascii="Times New Roman" w:hAnsi="Times New Roman"/>
                <w:color w:val="000000"/>
                <w:sz w:val="22"/>
                <w:szCs w:val="22"/>
              </w:rPr>
              <w:t>TANDARD</w:t>
            </w:r>
            <w:r w:rsidR="00AD01AC">
              <w:rPr>
                <w:rFonts w:ascii="Times New Roman" w:hAnsi="Times New Roman"/>
                <w:color w:val="000000"/>
                <w:sz w:val="22"/>
                <w:szCs w:val="22"/>
              </w:rPr>
              <w:t>S</w:t>
            </w:r>
          </w:p>
        </w:tc>
      </w:tr>
      <w:tr w:rsidR="007331E3" w:rsidRPr="00334791" w14:paraId="30BF5327" w14:textId="77777777" w:rsidTr="00AD01AC">
        <w:trPr>
          <w:trHeight w:val="387"/>
        </w:trPr>
        <w:tc>
          <w:tcPr>
            <w:tcW w:w="1278" w:type="dxa"/>
            <w:vAlign w:val="center"/>
          </w:tcPr>
          <w:p w14:paraId="6884AF7A" w14:textId="77777777" w:rsidR="007331E3" w:rsidRPr="00334791" w:rsidRDefault="00615B36" w:rsidP="00AD01A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12960" w:type="dxa"/>
            <w:vAlign w:val="center"/>
          </w:tcPr>
          <w:p w14:paraId="454CDCCC" w14:textId="77777777" w:rsidR="007331E3" w:rsidRPr="00615B36" w:rsidRDefault="00615B36" w:rsidP="00AD01A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Standard</w:t>
            </w:r>
          </w:p>
        </w:tc>
      </w:tr>
      <w:tr w:rsidR="007331E3" w:rsidRPr="00334791" w14:paraId="54D4BE5E" w14:textId="77777777" w:rsidTr="00AD01AC">
        <w:trPr>
          <w:trHeight w:val="380"/>
        </w:trPr>
        <w:tc>
          <w:tcPr>
            <w:tcW w:w="1278" w:type="dxa"/>
            <w:vAlign w:val="center"/>
          </w:tcPr>
          <w:p w14:paraId="36E5DF3A" w14:textId="77777777" w:rsidR="007331E3" w:rsidRPr="00720CFE" w:rsidRDefault="007331E3" w:rsidP="00AD01AC">
            <w:pPr>
              <w:rPr>
                <w:sz w:val="22"/>
                <w:szCs w:val="22"/>
              </w:rPr>
            </w:pPr>
          </w:p>
        </w:tc>
        <w:tc>
          <w:tcPr>
            <w:tcW w:w="12960" w:type="dxa"/>
            <w:vAlign w:val="center"/>
          </w:tcPr>
          <w:p w14:paraId="2BB188AA" w14:textId="77777777" w:rsidR="007331E3" w:rsidRPr="00AD01AC" w:rsidRDefault="007331E3" w:rsidP="00AD01AC">
            <w:pPr>
              <w:rPr>
                <w:sz w:val="22"/>
                <w:szCs w:val="22"/>
              </w:rPr>
            </w:pPr>
          </w:p>
        </w:tc>
      </w:tr>
      <w:tr w:rsidR="009B06E8" w:rsidRPr="00334791" w14:paraId="76070517" w14:textId="77777777" w:rsidTr="00AD01AC">
        <w:trPr>
          <w:trHeight w:val="380"/>
        </w:trPr>
        <w:tc>
          <w:tcPr>
            <w:tcW w:w="1278" w:type="dxa"/>
            <w:vAlign w:val="center"/>
          </w:tcPr>
          <w:p w14:paraId="00980979" w14:textId="77777777" w:rsidR="009B06E8" w:rsidRPr="00720CFE" w:rsidRDefault="009B06E8" w:rsidP="00AD01AC">
            <w:pPr>
              <w:rPr>
                <w:sz w:val="22"/>
                <w:szCs w:val="22"/>
              </w:rPr>
            </w:pPr>
          </w:p>
        </w:tc>
        <w:tc>
          <w:tcPr>
            <w:tcW w:w="12960" w:type="dxa"/>
            <w:vAlign w:val="center"/>
          </w:tcPr>
          <w:p w14:paraId="63B01AF5" w14:textId="77777777" w:rsidR="009B06E8" w:rsidRPr="00334791" w:rsidRDefault="009B06E8" w:rsidP="00AD01AC">
            <w:pPr>
              <w:rPr>
                <w:b/>
                <w:sz w:val="22"/>
                <w:szCs w:val="22"/>
              </w:rPr>
            </w:pPr>
          </w:p>
        </w:tc>
      </w:tr>
      <w:tr w:rsidR="009B06E8" w:rsidRPr="00334791" w14:paraId="619A990B" w14:textId="77777777" w:rsidTr="00AD01AC">
        <w:trPr>
          <w:trHeight w:val="380"/>
        </w:trPr>
        <w:tc>
          <w:tcPr>
            <w:tcW w:w="1278" w:type="dxa"/>
            <w:vAlign w:val="center"/>
          </w:tcPr>
          <w:p w14:paraId="065B31BB" w14:textId="77777777" w:rsidR="009B06E8" w:rsidRPr="00720CFE" w:rsidRDefault="009B06E8" w:rsidP="00AD01AC">
            <w:pPr>
              <w:rPr>
                <w:sz w:val="22"/>
                <w:szCs w:val="22"/>
              </w:rPr>
            </w:pPr>
          </w:p>
        </w:tc>
        <w:tc>
          <w:tcPr>
            <w:tcW w:w="12960" w:type="dxa"/>
            <w:vAlign w:val="center"/>
          </w:tcPr>
          <w:p w14:paraId="738F7579" w14:textId="77777777" w:rsidR="009B06E8" w:rsidRPr="00334791" w:rsidRDefault="009B06E8" w:rsidP="00AD01AC">
            <w:pPr>
              <w:rPr>
                <w:b/>
                <w:sz w:val="22"/>
                <w:szCs w:val="22"/>
              </w:rPr>
            </w:pPr>
          </w:p>
        </w:tc>
      </w:tr>
      <w:tr w:rsidR="009B06E8" w:rsidRPr="00334791" w14:paraId="37372808" w14:textId="77777777" w:rsidTr="00AD01AC">
        <w:trPr>
          <w:trHeight w:val="380"/>
        </w:trPr>
        <w:tc>
          <w:tcPr>
            <w:tcW w:w="1278" w:type="dxa"/>
            <w:vAlign w:val="center"/>
          </w:tcPr>
          <w:p w14:paraId="02EE1F08" w14:textId="77777777" w:rsidR="009B06E8" w:rsidRPr="00720CFE" w:rsidRDefault="009B06E8" w:rsidP="00AD01AC">
            <w:pPr>
              <w:rPr>
                <w:sz w:val="22"/>
                <w:szCs w:val="22"/>
              </w:rPr>
            </w:pPr>
          </w:p>
        </w:tc>
        <w:tc>
          <w:tcPr>
            <w:tcW w:w="12960" w:type="dxa"/>
            <w:vAlign w:val="center"/>
          </w:tcPr>
          <w:p w14:paraId="042915D4" w14:textId="77777777" w:rsidR="009B06E8" w:rsidRPr="00334791" w:rsidRDefault="009B06E8" w:rsidP="00AD01AC">
            <w:pPr>
              <w:rPr>
                <w:b/>
                <w:sz w:val="22"/>
                <w:szCs w:val="22"/>
              </w:rPr>
            </w:pPr>
          </w:p>
        </w:tc>
      </w:tr>
      <w:tr w:rsidR="009B06E8" w:rsidRPr="00334791" w14:paraId="11810DA6" w14:textId="77777777" w:rsidTr="00AD01AC">
        <w:trPr>
          <w:trHeight w:val="380"/>
        </w:trPr>
        <w:tc>
          <w:tcPr>
            <w:tcW w:w="1278" w:type="dxa"/>
            <w:vAlign w:val="center"/>
          </w:tcPr>
          <w:p w14:paraId="5A078659" w14:textId="77777777" w:rsidR="009B06E8" w:rsidRPr="00720CFE" w:rsidRDefault="009B06E8" w:rsidP="00AD01AC">
            <w:pPr>
              <w:rPr>
                <w:sz w:val="22"/>
                <w:szCs w:val="22"/>
              </w:rPr>
            </w:pPr>
          </w:p>
        </w:tc>
        <w:tc>
          <w:tcPr>
            <w:tcW w:w="12960" w:type="dxa"/>
            <w:vAlign w:val="center"/>
          </w:tcPr>
          <w:p w14:paraId="6DB9F1E0" w14:textId="77777777" w:rsidR="009B06E8" w:rsidRPr="00334791" w:rsidRDefault="009B06E8" w:rsidP="00AD01AC">
            <w:pPr>
              <w:rPr>
                <w:b/>
                <w:sz w:val="22"/>
                <w:szCs w:val="22"/>
              </w:rPr>
            </w:pPr>
          </w:p>
        </w:tc>
      </w:tr>
      <w:tr w:rsidR="009B06E8" w:rsidRPr="00334791" w14:paraId="367A108F" w14:textId="77777777" w:rsidTr="00AD01AC">
        <w:trPr>
          <w:trHeight w:val="380"/>
        </w:trPr>
        <w:tc>
          <w:tcPr>
            <w:tcW w:w="1278" w:type="dxa"/>
            <w:vAlign w:val="center"/>
          </w:tcPr>
          <w:p w14:paraId="1EF542BE" w14:textId="77777777" w:rsidR="009B06E8" w:rsidRPr="00720CFE" w:rsidRDefault="009B06E8" w:rsidP="00AD01AC">
            <w:pPr>
              <w:rPr>
                <w:sz w:val="22"/>
                <w:szCs w:val="22"/>
              </w:rPr>
            </w:pPr>
          </w:p>
        </w:tc>
        <w:tc>
          <w:tcPr>
            <w:tcW w:w="12960" w:type="dxa"/>
            <w:vAlign w:val="center"/>
          </w:tcPr>
          <w:p w14:paraId="420E37A8" w14:textId="77777777" w:rsidR="009B06E8" w:rsidRPr="00334791" w:rsidRDefault="009B06E8" w:rsidP="00AD01AC">
            <w:pPr>
              <w:rPr>
                <w:b/>
                <w:sz w:val="22"/>
                <w:szCs w:val="22"/>
              </w:rPr>
            </w:pPr>
          </w:p>
        </w:tc>
      </w:tr>
      <w:tr w:rsidR="009B06E8" w:rsidRPr="00334791" w14:paraId="3D3FE4B3" w14:textId="77777777" w:rsidTr="00AD01AC">
        <w:trPr>
          <w:trHeight w:val="380"/>
        </w:trPr>
        <w:tc>
          <w:tcPr>
            <w:tcW w:w="1278" w:type="dxa"/>
            <w:vAlign w:val="center"/>
          </w:tcPr>
          <w:p w14:paraId="03DA0057" w14:textId="77777777" w:rsidR="009B06E8" w:rsidRPr="00720CFE" w:rsidRDefault="009B06E8" w:rsidP="00AD01AC">
            <w:pPr>
              <w:rPr>
                <w:sz w:val="22"/>
                <w:szCs w:val="22"/>
              </w:rPr>
            </w:pPr>
          </w:p>
        </w:tc>
        <w:tc>
          <w:tcPr>
            <w:tcW w:w="12960" w:type="dxa"/>
            <w:vAlign w:val="center"/>
          </w:tcPr>
          <w:p w14:paraId="5D4BBA88" w14:textId="77777777" w:rsidR="009B06E8" w:rsidRPr="00334791" w:rsidRDefault="009B06E8" w:rsidP="00AD01AC">
            <w:pPr>
              <w:rPr>
                <w:b/>
                <w:sz w:val="22"/>
                <w:szCs w:val="22"/>
              </w:rPr>
            </w:pPr>
          </w:p>
        </w:tc>
      </w:tr>
    </w:tbl>
    <w:p w14:paraId="57357314" w14:textId="77777777" w:rsidR="005D658F" w:rsidRPr="00334791" w:rsidRDefault="005D658F">
      <w:pPr>
        <w:rPr>
          <w:sz w:val="22"/>
          <w:szCs w:val="22"/>
        </w:rPr>
      </w:pPr>
      <w:r w:rsidRPr="00334791">
        <w:rPr>
          <w:sz w:val="22"/>
          <w:szCs w:val="22"/>
        </w:rPr>
        <w:br w:type="page"/>
      </w:r>
    </w:p>
    <w:p w14:paraId="388CAE1E" w14:textId="77777777" w:rsidR="000B57F5" w:rsidRPr="00334791" w:rsidRDefault="000B57F5">
      <w:pPr>
        <w:rPr>
          <w:sz w:val="22"/>
          <w:szCs w:val="22"/>
        </w:rPr>
      </w:pPr>
    </w:p>
    <w:tbl>
      <w:tblPr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14"/>
        <w:gridCol w:w="7424"/>
      </w:tblGrid>
      <w:tr w:rsidR="00620696" w:rsidRPr="00334791" w14:paraId="17068AA1" w14:textId="77777777" w:rsidTr="008104B6">
        <w:trPr>
          <w:trHeight w:val="379"/>
        </w:trPr>
        <w:tc>
          <w:tcPr>
            <w:tcW w:w="14238" w:type="dxa"/>
            <w:gridSpan w:val="2"/>
            <w:shd w:val="clear" w:color="auto" w:fill="B3B3B3"/>
            <w:vAlign w:val="center"/>
          </w:tcPr>
          <w:p w14:paraId="0800854D" w14:textId="77777777" w:rsidR="000B57F5" w:rsidRPr="00334791" w:rsidRDefault="00D050BC" w:rsidP="00CC2872">
            <w:pPr>
              <w:pStyle w:val="Heading1"/>
              <w:rPr>
                <w:rFonts w:ascii="Times New Roman" w:hAnsi="Times New Roman"/>
                <w:sz w:val="22"/>
                <w:szCs w:val="22"/>
              </w:rPr>
            </w:pPr>
            <w:r w:rsidRPr="00334791">
              <w:rPr>
                <w:rFonts w:ascii="Times New Roman" w:hAnsi="Times New Roman"/>
                <w:sz w:val="22"/>
                <w:szCs w:val="22"/>
              </w:rPr>
              <w:t>STAGE 2 – ASSESSMENT EVIDENCE</w:t>
            </w:r>
          </w:p>
        </w:tc>
      </w:tr>
      <w:tr w:rsidR="00D93BD5" w:rsidRPr="00334791" w14:paraId="3276EEE5" w14:textId="77777777" w:rsidTr="00D93BD5">
        <w:trPr>
          <w:trHeight w:val="7776"/>
        </w:trPr>
        <w:tc>
          <w:tcPr>
            <w:tcW w:w="6814" w:type="dxa"/>
          </w:tcPr>
          <w:p w14:paraId="71010A0B" w14:textId="77777777" w:rsidR="00D93BD5" w:rsidRPr="00334791" w:rsidRDefault="00D93BD5">
            <w:pPr>
              <w:rPr>
                <w:b/>
                <w:sz w:val="22"/>
                <w:szCs w:val="22"/>
              </w:rPr>
            </w:pPr>
            <w:bookmarkStart w:id="1" w:name="OLE_LINK5"/>
            <w:r w:rsidRPr="00334791">
              <w:rPr>
                <w:b/>
                <w:sz w:val="22"/>
                <w:szCs w:val="22"/>
              </w:rPr>
              <w:t>Perfo</w:t>
            </w:r>
            <w:bookmarkEnd w:id="1"/>
            <w:r w:rsidRPr="00334791">
              <w:rPr>
                <w:b/>
                <w:sz w:val="22"/>
                <w:szCs w:val="22"/>
              </w:rPr>
              <w:t>rmance Tasks:</w:t>
            </w:r>
          </w:p>
          <w:p w14:paraId="4FEB33BE" w14:textId="77777777" w:rsidR="00D93BD5" w:rsidRDefault="00D93BD5">
            <w:pPr>
              <w:rPr>
                <w:sz w:val="22"/>
                <w:szCs w:val="22"/>
              </w:rPr>
            </w:pPr>
          </w:p>
          <w:p w14:paraId="7BB8A3DF" w14:textId="754D9FA8" w:rsidR="00D93BD5" w:rsidRPr="00E52A2F" w:rsidRDefault="00D93BD5" w:rsidP="00E52A2F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E52A2F">
              <w:rPr>
                <w:sz w:val="22"/>
                <w:szCs w:val="22"/>
              </w:rPr>
              <w:t xml:space="preserve">Type </w:t>
            </w:r>
            <w:r w:rsidR="008054EC" w:rsidRPr="00E52A2F">
              <w:rPr>
                <w:sz w:val="22"/>
                <w:szCs w:val="22"/>
              </w:rPr>
              <w:t xml:space="preserve">name of </w:t>
            </w:r>
            <w:r w:rsidRPr="00E52A2F">
              <w:rPr>
                <w:sz w:val="22"/>
                <w:szCs w:val="22"/>
              </w:rPr>
              <w:t>performance task</w:t>
            </w:r>
            <w:r w:rsidR="008054EC" w:rsidRPr="00E52A2F">
              <w:rPr>
                <w:sz w:val="22"/>
                <w:szCs w:val="22"/>
              </w:rPr>
              <w:t>(s)</w:t>
            </w:r>
            <w:r w:rsidRPr="00E52A2F">
              <w:rPr>
                <w:sz w:val="22"/>
                <w:szCs w:val="22"/>
              </w:rPr>
              <w:t xml:space="preserve"> here. </w:t>
            </w:r>
          </w:p>
          <w:p w14:paraId="7E1D74A0" w14:textId="77777777" w:rsidR="00874679" w:rsidRDefault="00874679" w:rsidP="00D93BD5">
            <w:pPr>
              <w:rPr>
                <w:sz w:val="22"/>
                <w:szCs w:val="22"/>
              </w:rPr>
            </w:pPr>
          </w:p>
          <w:p w14:paraId="4B102333" w14:textId="77777777" w:rsidR="00874679" w:rsidRDefault="00874679" w:rsidP="00D93BD5">
            <w:pPr>
              <w:rPr>
                <w:sz w:val="22"/>
                <w:szCs w:val="22"/>
              </w:rPr>
            </w:pPr>
          </w:p>
          <w:p w14:paraId="0D2CE1A9" w14:textId="61207A52" w:rsidR="00D93BD5" w:rsidRPr="00334791" w:rsidRDefault="00D93BD5" w:rsidP="00D93B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Click here to access the performance task(s) described above.</w:t>
            </w:r>
          </w:p>
        </w:tc>
        <w:tc>
          <w:tcPr>
            <w:tcW w:w="7424" w:type="dxa"/>
          </w:tcPr>
          <w:p w14:paraId="0DD9B783" w14:textId="0AD5F13F" w:rsidR="00D93BD5" w:rsidRPr="00017179" w:rsidRDefault="00D93BD5">
            <w:pPr>
              <w:rPr>
                <w:sz w:val="22"/>
                <w:szCs w:val="22"/>
              </w:rPr>
            </w:pPr>
            <w:r w:rsidRPr="00334791">
              <w:rPr>
                <w:b/>
                <w:sz w:val="22"/>
                <w:szCs w:val="22"/>
              </w:rPr>
              <w:t>Other Evidence:</w:t>
            </w:r>
            <w:r w:rsidR="00017179">
              <w:rPr>
                <w:b/>
                <w:sz w:val="22"/>
                <w:szCs w:val="22"/>
              </w:rPr>
              <w:t xml:space="preserve"> </w:t>
            </w:r>
          </w:p>
          <w:p w14:paraId="7461C905" w14:textId="246A3ECB" w:rsidR="00D93BD5" w:rsidRDefault="00D93BD5">
            <w:pPr>
              <w:rPr>
                <w:i/>
                <w:sz w:val="22"/>
                <w:szCs w:val="22"/>
              </w:rPr>
            </w:pPr>
          </w:p>
          <w:p w14:paraId="44C2CCC7" w14:textId="4C94A4A0" w:rsidR="00D93BD5" w:rsidRPr="00D93BD5" w:rsidRDefault="00E52A2F" w:rsidP="00D93BD5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Type the name of the other evidences here.</w:t>
            </w:r>
          </w:p>
          <w:p w14:paraId="532F54ED" w14:textId="77777777" w:rsidR="00D93BD5" w:rsidRDefault="00D93BD5">
            <w:pPr>
              <w:rPr>
                <w:sz w:val="22"/>
                <w:szCs w:val="22"/>
              </w:rPr>
            </w:pPr>
          </w:p>
          <w:p w14:paraId="59D9DAF8" w14:textId="77777777" w:rsidR="00D93BD5" w:rsidRPr="00D93BD5" w:rsidRDefault="00D93BD5">
            <w:pPr>
              <w:rPr>
                <w:sz w:val="22"/>
                <w:szCs w:val="22"/>
              </w:rPr>
            </w:pPr>
          </w:p>
          <w:p w14:paraId="6669BA01" w14:textId="47BDCA17" w:rsidR="00D93BD5" w:rsidRPr="00720CFE" w:rsidRDefault="00D93BD5">
            <w:pPr>
              <w:rPr>
                <w:sz w:val="22"/>
                <w:szCs w:val="22"/>
              </w:rPr>
            </w:pPr>
            <w:r w:rsidRPr="00720CFE">
              <w:rPr>
                <w:sz w:val="22"/>
                <w:szCs w:val="22"/>
              </w:rPr>
              <w:t xml:space="preserve">Click here to access </w:t>
            </w:r>
            <w:r>
              <w:rPr>
                <w:sz w:val="22"/>
                <w:szCs w:val="22"/>
              </w:rPr>
              <w:t>the other evidences described above</w:t>
            </w:r>
            <w:r w:rsidRPr="00720CFE">
              <w:rPr>
                <w:sz w:val="22"/>
                <w:szCs w:val="22"/>
              </w:rPr>
              <w:t>.</w:t>
            </w:r>
          </w:p>
          <w:p w14:paraId="01119581" w14:textId="77777777" w:rsidR="00D93BD5" w:rsidRPr="00334791" w:rsidRDefault="00D93BD5">
            <w:pPr>
              <w:rPr>
                <w:b/>
                <w:sz w:val="22"/>
                <w:szCs w:val="22"/>
              </w:rPr>
            </w:pPr>
          </w:p>
          <w:p w14:paraId="1AA120E0" w14:textId="77777777" w:rsidR="00D93BD5" w:rsidRPr="00334791" w:rsidRDefault="00D93BD5" w:rsidP="00423A75">
            <w:pPr>
              <w:rPr>
                <w:sz w:val="22"/>
                <w:szCs w:val="22"/>
              </w:rPr>
            </w:pPr>
          </w:p>
        </w:tc>
      </w:tr>
    </w:tbl>
    <w:p w14:paraId="5E1C1CCB" w14:textId="725891A5" w:rsidR="000B57F5" w:rsidRPr="00334791" w:rsidRDefault="000B57F5">
      <w:pPr>
        <w:rPr>
          <w:sz w:val="22"/>
          <w:szCs w:val="22"/>
        </w:rPr>
      </w:pPr>
    </w:p>
    <w:tbl>
      <w:tblPr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14"/>
        <w:gridCol w:w="7424"/>
      </w:tblGrid>
      <w:tr w:rsidR="00694270" w:rsidRPr="00334791" w14:paraId="71DF763E" w14:textId="77777777" w:rsidTr="008104B6">
        <w:trPr>
          <w:trHeight w:val="379"/>
        </w:trPr>
        <w:tc>
          <w:tcPr>
            <w:tcW w:w="14238" w:type="dxa"/>
            <w:gridSpan w:val="2"/>
            <w:shd w:val="clear" w:color="auto" w:fill="B3B3B3"/>
            <w:vAlign w:val="center"/>
          </w:tcPr>
          <w:p w14:paraId="778985D0" w14:textId="5F9DB596" w:rsidR="00694270" w:rsidRPr="00334791" w:rsidRDefault="00694270" w:rsidP="002038FF">
            <w:pPr>
              <w:pStyle w:val="Heading1"/>
              <w:rPr>
                <w:rFonts w:ascii="Times New Roman" w:hAnsi="Times New Roman"/>
                <w:sz w:val="22"/>
                <w:szCs w:val="22"/>
              </w:rPr>
            </w:pPr>
            <w:r w:rsidRPr="00334791">
              <w:rPr>
                <w:rFonts w:ascii="Times New Roman" w:hAnsi="Times New Roman"/>
                <w:sz w:val="22"/>
                <w:szCs w:val="22"/>
              </w:rPr>
              <w:t xml:space="preserve">STAGE 3 – </w:t>
            </w:r>
            <w:r w:rsidR="002038FF">
              <w:rPr>
                <w:rFonts w:ascii="Times New Roman" w:hAnsi="Times New Roman"/>
                <w:sz w:val="22"/>
                <w:szCs w:val="22"/>
              </w:rPr>
              <w:t>RESOURCES</w:t>
            </w:r>
            <w:r w:rsidR="005E025A">
              <w:rPr>
                <w:rFonts w:ascii="Times New Roman" w:hAnsi="Times New Roman"/>
                <w:sz w:val="22"/>
                <w:szCs w:val="22"/>
              </w:rPr>
              <w:t xml:space="preserve"> FOR THE LEARNING PLAN</w:t>
            </w:r>
          </w:p>
        </w:tc>
      </w:tr>
      <w:tr w:rsidR="00694270" w:rsidRPr="00334791" w14:paraId="34D86415" w14:textId="77777777" w:rsidTr="000B57F5">
        <w:trPr>
          <w:trHeight w:val="3554"/>
        </w:trPr>
        <w:tc>
          <w:tcPr>
            <w:tcW w:w="6814" w:type="dxa"/>
          </w:tcPr>
          <w:p w14:paraId="24C82821" w14:textId="74305DB8" w:rsidR="00694270" w:rsidRPr="00334791" w:rsidRDefault="00694270" w:rsidP="000B57F5">
            <w:pPr>
              <w:rPr>
                <w:b/>
                <w:sz w:val="22"/>
                <w:szCs w:val="22"/>
              </w:rPr>
            </w:pPr>
            <w:r w:rsidRPr="00334791">
              <w:rPr>
                <w:b/>
                <w:sz w:val="22"/>
                <w:szCs w:val="22"/>
              </w:rPr>
              <w:t>District Resources:</w:t>
            </w:r>
          </w:p>
          <w:p w14:paraId="3E954047" w14:textId="5C46B340" w:rsidR="00720CFE" w:rsidRDefault="00874679" w:rsidP="0087467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When designing the learning plan, t</w:t>
            </w:r>
            <w:r w:rsidR="00D52780">
              <w:rPr>
                <w:i/>
                <w:sz w:val="22"/>
                <w:szCs w:val="22"/>
              </w:rPr>
              <w:t xml:space="preserve">hese resources are intended </w:t>
            </w:r>
            <w:r>
              <w:rPr>
                <w:i/>
                <w:sz w:val="22"/>
                <w:szCs w:val="22"/>
              </w:rPr>
              <w:t xml:space="preserve">to be a </w:t>
            </w:r>
            <w:r w:rsidR="00F2283C">
              <w:rPr>
                <w:i/>
                <w:sz w:val="22"/>
                <w:szCs w:val="22"/>
              </w:rPr>
              <w:t>primary resource</w:t>
            </w:r>
            <w:r>
              <w:rPr>
                <w:i/>
                <w:sz w:val="22"/>
                <w:szCs w:val="22"/>
              </w:rPr>
              <w:t xml:space="preserve"> used by all teachers.</w:t>
            </w:r>
          </w:p>
          <w:p w14:paraId="7ECFAABF" w14:textId="77777777" w:rsidR="00874679" w:rsidRDefault="00874679" w:rsidP="00874679">
            <w:pPr>
              <w:rPr>
                <w:i/>
                <w:sz w:val="22"/>
                <w:szCs w:val="22"/>
              </w:rPr>
            </w:pPr>
          </w:p>
          <w:p w14:paraId="1F579490" w14:textId="77777777" w:rsidR="00874679" w:rsidRDefault="00E52A2F" w:rsidP="00E52A2F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Type the title of the resource here.</w:t>
            </w:r>
          </w:p>
          <w:p w14:paraId="7E9D50C4" w14:textId="77777777" w:rsidR="00E52A2F" w:rsidRPr="00E52A2F" w:rsidRDefault="00E52A2F" w:rsidP="00E52A2F">
            <w:pPr>
              <w:rPr>
                <w:sz w:val="22"/>
                <w:szCs w:val="22"/>
              </w:rPr>
            </w:pPr>
          </w:p>
          <w:p w14:paraId="0FA369A9" w14:textId="47F2D984" w:rsidR="00874679" w:rsidRPr="00874679" w:rsidRDefault="00874679" w:rsidP="00E52A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Click here to access the resources </w:t>
            </w:r>
            <w:r w:rsidR="00E52A2F">
              <w:rPr>
                <w:sz w:val="22"/>
                <w:szCs w:val="22"/>
              </w:rPr>
              <w:t>listed</w:t>
            </w:r>
            <w:r>
              <w:rPr>
                <w:sz w:val="22"/>
                <w:szCs w:val="22"/>
              </w:rPr>
              <w:t xml:space="preserve"> above.</w:t>
            </w:r>
          </w:p>
        </w:tc>
        <w:tc>
          <w:tcPr>
            <w:tcW w:w="7424" w:type="dxa"/>
          </w:tcPr>
          <w:p w14:paraId="0B193F81" w14:textId="77777777" w:rsidR="00694270" w:rsidRPr="00334791" w:rsidRDefault="00694270" w:rsidP="000B57F5">
            <w:pPr>
              <w:rPr>
                <w:b/>
                <w:sz w:val="22"/>
                <w:szCs w:val="22"/>
              </w:rPr>
            </w:pPr>
            <w:r w:rsidRPr="00334791">
              <w:rPr>
                <w:b/>
                <w:sz w:val="22"/>
                <w:szCs w:val="22"/>
              </w:rPr>
              <w:t>Supplemental Resources:</w:t>
            </w:r>
          </w:p>
          <w:p w14:paraId="62A5F9CC" w14:textId="151CCBA3" w:rsidR="00694270" w:rsidRDefault="00D52780" w:rsidP="000B57F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These are considered additional resources that are recommended by the Curriculum Writing Teams. Those resources with an asterisk (*) may be purchased by each individual school.</w:t>
            </w:r>
          </w:p>
          <w:p w14:paraId="26AD0219" w14:textId="77777777" w:rsidR="00D52780" w:rsidRDefault="00D52780" w:rsidP="000B57F5">
            <w:pPr>
              <w:rPr>
                <w:sz w:val="22"/>
                <w:szCs w:val="22"/>
              </w:rPr>
            </w:pPr>
          </w:p>
          <w:p w14:paraId="4E397021" w14:textId="77777777" w:rsidR="00E52A2F" w:rsidRDefault="00E52A2F" w:rsidP="00E52A2F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Type the title of the resource here.</w:t>
            </w:r>
          </w:p>
          <w:p w14:paraId="77FE5B8F" w14:textId="77777777" w:rsidR="00E52A2F" w:rsidRPr="00E52A2F" w:rsidRDefault="00E52A2F" w:rsidP="00E52A2F">
            <w:pPr>
              <w:rPr>
                <w:sz w:val="22"/>
                <w:szCs w:val="22"/>
              </w:rPr>
            </w:pPr>
          </w:p>
          <w:p w14:paraId="778359AE" w14:textId="7B462D01" w:rsidR="00D52780" w:rsidRPr="00D52780" w:rsidRDefault="00874679" w:rsidP="000B57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Click here to access the resources </w:t>
            </w:r>
            <w:r w:rsidR="00E52A2F">
              <w:rPr>
                <w:sz w:val="22"/>
                <w:szCs w:val="22"/>
              </w:rPr>
              <w:t>listed</w:t>
            </w:r>
            <w:r>
              <w:rPr>
                <w:sz w:val="22"/>
                <w:szCs w:val="22"/>
              </w:rPr>
              <w:t xml:space="preserve"> above.</w:t>
            </w:r>
          </w:p>
          <w:p w14:paraId="146D0152" w14:textId="642AF7FB" w:rsidR="00720CFE" w:rsidRPr="00720CFE" w:rsidRDefault="00720CFE" w:rsidP="00F63342">
            <w:pPr>
              <w:rPr>
                <w:sz w:val="22"/>
                <w:szCs w:val="22"/>
              </w:rPr>
            </w:pPr>
          </w:p>
        </w:tc>
      </w:tr>
      <w:tr w:rsidR="00694270" w:rsidRPr="00334791" w14:paraId="62901B8C" w14:textId="77777777" w:rsidTr="000B57F5">
        <w:trPr>
          <w:trHeight w:val="4212"/>
        </w:trPr>
        <w:tc>
          <w:tcPr>
            <w:tcW w:w="14238" w:type="dxa"/>
            <w:gridSpan w:val="2"/>
          </w:tcPr>
          <w:p w14:paraId="6C84436E" w14:textId="740B7C2D" w:rsidR="00694270" w:rsidRPr="00334791" w:rsidRDefault="005E025A" w:rsidP="000B57F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Considerations for Differentiating Instruction</w:t>
            </w:r>
            <w:r w:rsidR="00D52780">
              <w:rPr>
                <w:b/>
                <w:sz w:val="22"/>
                <w:szCs w:val="22"/>
              </w:rPr>
              <w:t xml:space="preserve"> (AIG, EL, EC</w:t>
            </w:r>
            <w:r w:rsidR="00694270" w:rsidRPr="00334791">
              <w:rPr>
                <w:b/>
                <w:sz w:val="22"/>
                <w:szCs w:val="22"/>
              </w:rPr>
              <w:t>, etc.):</w:t>
            </w:r>
          </w:p>
          <w:p w14:paraId="291BCFF1" w14:textId="505D3358" w:rsidR="00694270" w:rsidRPr="005E025A" w:rsidRDefault="00F2283C" w:rsidP="000B57F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These resources are intended to be used when differentiating instruction to meet the varied needs of students in your classroom.</w:t>
            </w:r>
          </w:p>
          <w:p w14:paraId="2B05297E" w14:textId="4F2F89E7" w:rsidR="00694270" w:rsidRPr="005E025A" w:rsidRDefault="00694270" w:rsidP="000B57F5">
            <w:pPr>
              <w:rPr>
                <w:sz w:val="22"/>
                <w:szCs w:val="22"/>
              </w:rPr>
            </w:pPr>
          </w:p>
          <w:p w14:paraId="567DB2B3" w14:textId="0AAA5287" w:rsidR="00694270" w:rsidRPr="00E52A2F" w:rsidRDefault="00E52A2F" w:rsidP="00E52A2F">
            <w:pPr>
              <w:pStyle w:val="ListParagraph"/>
              <w:numPr>
                <w:ilvl w:val="0"/>
                <w:numId w:val="29"/>
              </w:numPr>
              <w:rPr>
                <w:b/>
                <w:sz w:val="22"/>
                <w:szCs w:val="22"/>
              </w:rPr>
            </w:pPr>
            <w:r w:rsidRPr="00E52A2F">
              <w:rPr>
                <w:sz w:val="22"/>
                <w:szCs w:val="22"/>
              </w:rPr>
              <w:t>Type the title of the resource here.</w:t>
            </w:r>
          </w:p>
          <w:p w14:paraId="42849178" w14:textId="77777777" w:rsidR="00E52A2F" w:rsidRPr="00E52A2F" w:rsidRDefault="00E52A2F" w:rsidP="00E52A2F">
            <w:pPr>
              <w:rPr>
                <w:b/>
                <w:sz w:val="22"/>
                <w:szCs w:val="22"/>
              </w:rPr>
            </w:pPr>
          </w:p>
          <w:p w14:paraId="2F3D6D1F" w14:textId="7C35EED2" w:rsidR="00694270" w:rsidRPr="00874679" w:rsidRDefault="00874679" w:rsidP="000F1860">
            <w:pPr>
              <w:rPr>
                <w:sz w:val="22"/>
                <w:szCs w:val="22"/>
              </w:rPr>
            </w:pPr>
            <w:r w:rsidRPr="00874679">
              <w:rPr>
                <w:sz w:val="22"/>
                <w:szCs w:val="22"/>
              </w:rPr>
              <w:t>Click here</w:t>
            </w:r>
            <w:r>
              <w:rPr>
                <w:sz w:val="22"/>
                <w:szCs w:val="22"/>
              </w:rPr>
              <w:t xml:space="preserve"> to access the resources </w:t>
            </w:r>
            <w:r w:rsidR="000F1860">
              <w:rPr>
                <w:sz w:val="22"/>
                <w:szCs w:val="22"/>
              </w:rPr>
              <w:t>listed</w:t>
            </w:r>
            <w:r>
              <w:rPr>
                <w:sz w:val="22"/>
                <w:szCs w:val="22"/>
              </w:rPr>
              <w:t xml:space="preserve"> above.</w:t>
            </w:r>
          </w:p>
        </w:tc>
      </w:tr>
    </w:tbl>
    <w:p w14:paraId="4D7DA92B" w14:textId="77777777" w:rsidR="000B57F5" w:rsidRPr="00334791" w:rsidRDefault="000B57F5">
      <w:pPr>
        <w:rPr>
          <w:sz w:val="22"/>
          <w:szCs w:val="22"/>
        </w:rPr>
      </w:pPr>
    </w:p>
    <w:sectPr w:rsidR="000B57F5" w:rsidRPr="00334791" w:rsidSect="00620696">
      <w:headerReference w:type="default" r:id="rId8"/>
      <w:footerReference w:type="even" r:id="rId9"/>
      <w:footerReference w:type="default" r:id="rId10"/>
      <w:pgSz w:w="15840" w:h="12240" w:orient="landscape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B720E5" w14:textId="77777777" w:rsidR="00F2283C" w:rsidRDefault="00F2283C">
      <w:r>
        <w:separator/>
      </w:r>
    </w:p>
  </w:endnote>
  <w:endnote w:type="continuationSeparator" w:id="0">
    <w:p w14:paraId="2531E3A7" w14:textId="77777777" w:rsidR="00F2283C" w:rsidRDefault="00F22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E1FAAF" w14:textId="77777777" w:rsidR="00F2283C" w:rsidRDefault="00F228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95B1597" w14:textId="77777777" w:rsidR="00F2283C" w:rsidRDefault="00F2283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9A69C" w14:textId="77777777" w:rsidR="00F2283C" w:rsidRDefault="00F228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B7466">
      <w:rPr>
        <w:rStyle w:val="PageNumber"/>
        <w:noProof/>
      </w:rPr>
      <w:t>1</w:t>
    </w:r>
    <w:r>
      <w:rPr>
        <w:rStyle w:val="PageNumber"/>
      </w:rPr>
      <w:fldChar w:fldCharType="end"/>
    </w:r>
  </w:p>
  <w:p w14:paraId="6BC9ACB3" w14:textId="77777777" w:rsidR="00F2283C" w:rsidRPr="00334791" w:rsidRDefault="00F2283C">
    <w:pPr>
      <w:pStyle w:val="Footer"/>
      <w:ind w:right="360"/>
      <w:rPr>
        <w:sz w:val="22"/>
        <w:szCs w:val="22"/>
      </w:rPr>
    </w:pPr>
    <w:r w:rsidRPr="00334791">
      <w:rPr>
        <w:sz w:val="22"/>
        <w:szCs w:val="22"/>
      </w:rPr>
      <w:t xml:space="preserve">Adapted from </w:t>
    </w:r>
    <w:r w:rsidRPr="00674063">
      <w:rPr>
        <w:i/>
        <w:sz w:val="22"/>
        <w:szCs w:val="22"/>
      </w:rPr>
      <w:t>Understanding by Design</w:t>
    </w:r>
    <w:r w:rsidRPr="00334791">
      <w:rPr>
        <w:sz w:val="22"/>
        <w:szCs w:val="22"/>
      </w:rPr>
      <w:t xml:space="preserve">, </w:t>
    </w:r>
    <w:r w:rsidRPr="00334791">
      <w:rPr>
        <w:sz w:val="22"/>
        <w:szCs w:val="22"/>
      </w:rPr>
      <w:tab/>
      <w:t>Unit Design Planning T</w:t>
    </w:r>
    <w:r>
      <w:rPr>
        <w:sz w:val="22"/>
        <w:szCs w:val="22"/>
      </w:rPr>
      <w:t>emplate (Wiggins/McTighe 2005)</w:t>
    </w:r>
    <w:r>
      <w:rPr>
        <w:sz w:val="22"/>
        <w:szCs w:val="22"/>
      </w:rPr>
      <w:tab/>
    </w:r>
    <w:r>
      <w:rPr>
        <w:sz w:val="22"/>
        <w:szCs w:val="22"/>
      </w:rPr>
      <w:tab/>
    </w:r>
    <w:r w:rsidRPr="00334791">
      <w:rPr>
        <w:sz w:val="22"/>
        <w:szCs w:val="22"/>
      </w:rPr>
      <w:t>Last revision 6/16/2014</w:t>
    </w:r>
    <w:r w:rsidRPr="00334791">
      <w:rPr>
        <w:sz w:val="22"/>
        <w:szCs w:val="22"/>
      </w:rPr>
      <w:tab/>
    </w:r>
    <w:r w:rsidRPr="00334791">
      <w:rPr>
        <w:sz w:val="22"/>
        <w:szCs w:val="22"/>
      </w:rPr>
      <w:tab/>
    </w:r>
    <w:r w:rsidRPr="00334791">
      <w:rPr>
        <w:sz w:val="22"/>
        <w:szCs w:val="22"/>
      </w:rPr>
      <w:tab/>
      <w:t xml:space="preserve">           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CFB242" w14:textId="77777777" w:rsidR="00F2283C" w:rsidRDefault="00F2283C">
      <w:r>
        <w:separator/>
      </w:r>
    </w:p>
  </w:footnote>
  <w:footnote w:type="continuationSeparator" w:id="0">
    <w:p w14:paraId="42D124E6" w14:textId="77777777" w:rsidR="00F2283C" w:rsidRDefault="00F2283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C2C078" w14:textId="77777777" w:rsidR="00F2283C" w:rsidRPr="00874A52" w:rsidRDefault="00F2283C" w:rsidP="00620696">
    <w:pPr>
      <w:pStyle w:val="Header"/>
      <w:ind w:left="720"/>
      <w:rPr>
        <w:sz w:val="22"/>
        <w:szCs w:val="22"/>
      </w:rPr>
    </w:pPr>
    <w:r>
      <w:rPr>
        <w:b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214743C0" wp14:editId="45FED82B">
          <wp:simplePos x="0" y="0"/>
          <wp:positionH relativeFrom="column">
            <wp:posOffset>-520065</wp:posOffset>
          </wp:positionH>
          <wp:positionV relativeFrom="paragraph">
            <wp:posOffset>-340360</wp:posOffset>
          </wp:positionV>
          <wp:extent cx="1028065" cy="51403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S_Logo_130x65[1]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065" cy="5140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74A52">
      <w:rPr>
        <w:b/>
        <w:sz w:val="22"/>
        <w:szCs w:val="22"/>
      </w:rPr>
      <w:t>Unit #:</w:t>
    </w:r>
    <w:r w:rsidRPr="00874A52">
      <w:rPr>
        <w:sz w:val="22"/>
        <w:szCs w:val="22"/>
      </w:rPr>
      <w:t xml:space="preserve"> </w:t>
    </w:r>
    <w:r>
      <w:rPr>
        <w:sz w:val="22"/>
        <w:szCs w:val="22"/>
      </w:rPr>
      <w:t xml:space="preserve">                 </w:t>
    </w:r>
    <w:r w:rsidRPr="00874A52">
      <w:rPr>
        <w:b/>
        <w:sz w:val="22"/>
        <w:szCs w:val="22"/>
      </w:rPr>
      <w:t>Subject(s):</w:t>
    </w:r>
    <w:r w:rsidRPr="00874A52">
      <w:rPr>
        <w:sz w:val="22"/>
        <w:szCs w:val="22"/>
      </w:rPr>
      <w:t xml:space="preserve"> </w:t>
    </w:r>
    <w:r>
      <w:rPr>
        <w:sz w:val="22"/>
        <w:szCs w:val="22"/>
      </w:rPr>
      <w:t xml:space="preserve">                       </w:t>
    </w:r>
    <w:r w:rsidRPr="00874A52">
      <w:rPr>
        <w:b/>
        <w:sz w:val="22"/>
        <w:szCs w:val="22"/>
      </w:rPr>
      <w:t xml:space="preserve">Grade(s): </w:t>
    </w:r>
    <w:r>
      <w:rPr>
        <w:sz w:val="22"/>
        <w:szCs w:val="22"/>
      </w:rPr>
      <w:t xml:space="preserve">                                                              </w:t>
    </w:r>
    <w:r w:rsidRPr="00874A52">
      <w:rPr>
        <w:b/>
        <w:sz w:val="22"/>
        <w:szCs w:val="22"/>
      </w:rPr>
      <w:t>Designer(s):</w:t>
    </w:r>
    <w:r>
      <w:rPr>
        <w:b/>
        <w:sz w:val="22"/>
        <w:szCs w:val="22"/>
      </w:rPr>
      <w:t xml:space="preserve"> </w:t>
    </w:r>
    <w:r>
      <w:rPr>
        <w:sz w:val="22"/>
        <w:szCs w:val="22"/>
      </w:rPr>
      <w:t>First Last, First Last, First Last</w:t>
    </w:r>
    <w:r w:rsidRPr="00874A52">
      <w:rPr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C5673"/>
    <w:multiLevelType w:val="hybridMultilevel"/>
    <w:tmpl w:val="61380A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9136B"/>
    <w:multiLevelType w:val="hybridMultilevel"/>
    <w:tmpl w:val="6664A6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987DDB"/>
    <w:multiLevelType w:val="hybridMultilevel"/>
    <w:tmpl w:val="071C3632"/>
    <w:lvl w:ilvl="0" w:tplc="B646CC5E">
      <w:start w:val="2"/>
      <w:numFmt w:val="bullet"/>
      <w:lvlText w:val="-"/>
      <w:lvlJc w:val="left"/>
      <w:pPr>
        <w:tabs>
          <w:tab w:val="num" w:pos="576"/>
        </w:tabs>
        <w:ind w:left="360" w:hanging="144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444940"/>
    <w:multiLevelType w:val="hybridMultilevel"/>
    <w:tmpl w:val="B524B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B52FF1"/>
    <w:multiLevelType w:val="hybridMultilevel"/>
    <w:tmpl w:val="C2B2A0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303A07"/>
    <w:multiLevelType w:val="hybridMultilevel"/>
    <w:tmpl w:val="C82AA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83643"/>
    <w:multiLevelType w:val="hybridMultilevel"/>
    <w:tmpl w:val="FD58B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A1C45"/>
    <w:multiLevelType w:val="hybridMultilevel"/>
    <w:tmpl w:val="88F23BB2"/>
    <w:lvl w:ilvl="0" w:tplc="267AD00E">
      <w:start w:val="10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676679"/>
    <w:multiLevelType w:val="hybridMultilevel"/>
    <w:tmpl w:val="EBF23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0C1AF3"/>
    <w:multiLevelType w:val="hybridMultilevel"/>
    <w:tmpl w:val="30604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2D42E3"/>
    <w:multiLevelType w:val="hybridMultilevel"/>
    <w:tmpl w:val="520C2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0F7D6B"/>
    <w:multiLevelType w:val="hybridMultilevel"/>
    <w:tmpl w:val="A3905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9E449C"/>
    <w:multiLevelType w:val="hybridMultilevel"/>
    <w:tmpl w:val="8E0AA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A93BF0"/>
    <w:multiLevelType w:val="hybridMultilevel"/>
    <w:tmpl w:val="5D864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06416C"/>
    <w:multiLevelType w:val="hybridMultilevel"/>
    <w:tmpl w:val="86584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F85446"/>
    <w:multiLevelType w:val="hybridMultilevel"/>
    <w:tmpl w:val="6D420F9C"/>
    <w:lvl w:ilvl="0" w:tplc="EA92479E">
      <w:start w:val="2"/>
      <w:numFmt w:val="bullet"/>
      <w:lvlText w:val="-"/>
      <w:lvlJc w:val="left"/>
      <w:pPr>
        <w:tabs>
          <w:tab w:val="num" w:pos="360"/>
        </w:tabs>
        <w:ind w:left="216" w:hanging="216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8E4BA8"/>
    <w:multiLevelType w:val="hybridMultilevel"/>
    <w:tmpl w:val="AABC8DEA"/>
    <w:lvl w:ilvl="0" w:tplc="1BE6B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681C96"/>
    <w:multiLevelType w:val="hybridMultilevel"/>
    <w:tmpl w:val="5DA6344E"/>
    <w:lvl w:ilvl="0" w:tplc="B34ECA3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2BF3D0A"/>
    <w:multiLevelType w:val="hybridMultilevel"/>
    <w:tmpl w:val="6D420F9C"/>
    <w:lvl w:ilvl="0" w:tplc="E47ADEFC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8870A86"/>
    <w:multiLevelType w:val="hybridMultilevel"/>
    <w:tmpl w:val="4656C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B025DB"/>
    <w:multiLevelType w:val="hybridMultilevel"/>
    <w:tmpl w:val="6D420F9C"/>
    <w:lvl w:ilvl="0" w:tplc="359A8CFC">
      <w:start w:val="2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AAA050F"/>
    <w:multiLevelType w:val="hybridMultilevel"/>
    <w:tmpl w:val="7A101CEC"/>
    <w:lvl w:ilvl="0" w:tplc="D0B00212">
      <w:start w:val="2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165590"/>
    <w:multiLevelType w:val="hybridMultilevel"/>
    <w:tmpl w:val="6D420F9C"/>
    <w:lvl w:ilvl="0" w:tplc="408C1F62">
      <w:start w:val="2"/>
      <w:numFmt w:val="bullet"/>
      <w:lvlText w:val="-"/>
      <w:lvlJc w:val="left"/>
      <w:pPr>
        <w:tabs>
          <w:tab w:val="num" w:pos="576"/>
        </w:tabs>
        <w:ind w:left="360" w:hanging="144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4683FB8"/>
    <w:multiLevelType w:val="hybridMultilevel"/>
    <w:tmpl w:val="78CA6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AB2DF3"/>
    <w:multiLevelType w:val="hybridMultilevel"/>
    <w:tmpl w:val="C50AC720"/>
    <w:lvl w:ilvl="0" w:tplc="3B04936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B2701D"/>
    <w:multiLevelType w:val="hybridMultilevel"/>
    <w:tmpl w:val="230CF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A154F3"/>
    <w:multiLevelType w:val="hybridMultilevel"/>
    <w:tmpl w:val="E396AB38"/>
    <w:lvl w:ilvl="0" w:tplc="41640E1A">
      <w:start w:val="100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7">
    <w:nsid w:val="6CD56488"/>
    <w:multiLevelType w:val="hybridMultilevel"/>
    <w:tmpl w:val="0CE62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C404FA"/>
    <w:multiLevelType w:val="hybridMultilevel"/>
    <w:tmpl w:val="4ACA83B6"/>
    <w:lvl w:ilvl="0" w:tplc="D19E801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</w:num>
  <w:num w:numId="3">
    <w:abstractNumId w:val="2"/>
  </w:num>
  <w:num w:numId="4">
    <w:abstractNumId w:val="17"/>
  </w:num>
  <w:num w:numId="5">
    <w:abstractNumId w:val="22"/>
  </w:num>
  <w:num w:numId="6">
    <w:abstractNumId w:val="15"/>
  </w:num>
  <w:num w:numId="7">
    <w:abstractNumId w:val="20"/>
  </w:num>
  <w:num w:numId="8">
    <w:abstractNumId w:val="18"/>
  </w:num>
  <w:num w:numId="9">
    <w:abstractNumId w:val="28"/>
  </w:num>
  <w:num w:numId="10">
    <w:abstractNumId w:val="26"/>
  </w:num>
  <w:num w:numId="11">
    <w:abstractNumId w:val="7"/>
  </w:num>
  <w:num w:numId="12">
    <w:abstractNumId w:val="6"/>
  </w:num>
  <w:num w:numId="13">
    <w:abstractNumId w:val="27"/>
  </w:num>
  <w:num w:numId="14">
    <w:abstractNumId w:val="10"/>
  </w:num>
  <w:num w:numId="15">
    <w:abstractNumId w:val="24"/>
  </w:num>
  <w:num w:numId="16">
    <w:abstractNumId w:val="12"/>
  </w:num>
  <w:num w:numId="17">
    <w:abstractNumId w:val="8"/>
  </w:num>
  <w:num w:numId="18">
    <w:abstractNumId w:val="9"/>
  </w:num>
  <w:num w:numId="19">
    <w:abstractNumId w:val="11"/>
  </w:num>
  <w:num w:numId="20">
    <w:abstractNumId w:val="25"/>
  </w:num>
  <w:num w:numId="21">
    <w:abstractNumId w:val="0"/>
  </w:num>
  <w:num w:numId="22">
    <w:abstractNumId w:val="1"/>
  </w:num>
  <w:num w:numId="23">
    <w:abstractNumId w:val="19"/>
  </w:num>
  <w:num w:numId="24">
    <w:abstractNumId w:val="5"/>
  </w:num>
  <w:num w:numId="25">
    <w:abstractNumId w:val="3"/>
  </w:num>
  <w:num w:numId="26">
    <w:abstractNumId w:val="4"/>
  </w:num>
  <w:num w:numId="27">
    <w:abstractNumId w:val="23"/>
  </w:num>
  <w:num w:numId="28">
    <w:abstractNumId w:val="13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6E8"/>
    <w:rsid w:val="00017179"/>
    <w:rsid w:val="00060DC5"/>
    <w:rsid w:val="000A3C24"/>
    <w:rsid w:val="000B57F5"/>
    <w:rsid w:val="000F1860"/>
    <w:rsid w:val="00137774"/>
    <w:rsid w:val="0014374C"/>
    <w:rsid w:val="001669F0"/>
    <w:rsid w:val="0017357D"/>
    <w:rsid w:val="001A635B"/>
    <w:rsid w:val="002038FF"/>
    <w:rsid w:val="00235F4B"/>
    <w:rsid w:val="00280984"/>
    <w:rsid w:val="002A4A47"/>
    <w:rsid w:val="002B1E98"/>
    <w:rsid w:val="00334791"/>
    <w:rsid w:val="00383121"/>
    <w:rsid w:val="003F6205"/>
    <w:rsid w:val="00403D64"/>
    <w:rsid w:val="00413498"/>
    <w:rsid w:val="00416599"/>
    <w:rsid w:val="00423A75"/>
    <w:rsid w:val="00453D51"/>
    <w:rsid w:val="00453EB8"/>
    <w:rsid w:val="0054287F"/>
    <w:rsid w:val="00551604"/>
    <w:rsid w:val="005D658F"/>
    <w:rsid w:val="005E025A"/>
    <w:rsid w:val="005F4C57"/>
    <w:rsid w:val="00604560"/>
    <w:rsid w:val="006136FC"/>
    <w:rsid w:val="00615B36"/>
    <w:rsid w:val="00620696"/>
    <w:rsid w:val="00624382"/>
    <w:rsid w:val="00643CA6"/>
    <w:rsid w:val="0066132E"/>
    <w:rsid w:val="00674063"/>
    <w:rsid w:val="00694270"/>
    <w:rsid w:val="006A155F"/>
    <w:rsid w:val="006D59AC"/>
    <w:rsid w:val="006E20BC"/>
    <w:rsid w:val="00720CFE"/>
    <w:rsid w:val="007323EB"/>
    <w:rsid w:val="007331E3"/>
    <w:rsid w:val="007455F5"/>
    <w:rsid w:val="007640E2"/>
    <w:rsid w:val="008054EC"/>
    <w:rsid w:val="008104B6"/>
    <w:rsid w:val="00832C14"/>
    <w:rsid w:val="008408DC"/>
    <w:rsid w:val="00874679"/>
    <w:rsid w:val="00874A52"/>
    <w:rsid w:val="008B7466"/>
    <w:rsid w:val="00914696"/>
    <w:rsid w:val="00922B26"/>
    <w:rsid w:val="009239CE"/>
    <w:rsid w:val="009B06E8"/>
    <w:rsid w:val="009D24F8"/>
    <w:rsid w:val="00AB0070"/>
    <w:rsid w:val="00AC751C"/>
    <w:rsid w:val="00AD01AC"/>
    <w:rsid w:val="00AE628F"/>
    <w:rsid w:val="00B76DB5"/>
    <w:rsid w:val="00B86744"/>
    <w:rsid w:val="00BB22A0"/>
    <w:rsid w:val="00BB3EE3"/>
    <w:rsid w:val="00BC30DA"/>
    <w:rsid w:val="00C04D27"/>
    <w:rsid w:val="00C240CA"/>
    <w:rsid w:val="00C34049"/>
    <w:rsid w:val="00CB0FA7"/>
    <w:rsid w:val="00CB6806"/>
    <w:rsid w:val="00CC2872"/>
    <w:rsid w:val="00CD117C"/>
    <w:rsid w:val="00CD23B4"/>
    <w:rsid w:val="00D050BC"/>
    <w:rsid w:val="00D225AE"/>
    <w:rsid w:val="00D52780"/>
    <w:rsid w:val="00D93BD5"/>
    <w:rsid w:val="00E40D5E"/>
    <w:rsid w:val="00E52A2F"/>
    <w:rsid w:val="00E74F06"/>
    <w:rsid w:val="00E875DC"/>
    <w:rsid w:val="00E937AF"/>
    <w:rsid w:val="00EB3B3B"/>
    <w:rsid w:val="00EB6EB4"/>
    <w:rsid w:val="00F153E8"/>
    <w:rsid w:val="00F2283C"/>
    <w:rsid w:val="00F63342"/>
    <w:rsid w:val="00FA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110EB4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1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rial" w:hAnsi="Arial"/>
      <w:sz w:val="18"/>
    </w:rPr>
  </w:style>
  <w:style w:type="paragraph" w:styleId="BodyText2">
    <w:name w:val="Body Text 2"/>
    <w:basedOn w:val="Normal"/>
    <w:pPr>
      <w:jc w:val="center"/>
    </w:pPr>
    <w:rPr>
      <w:rFonts w:ascii="Arial" w:hAnsi="Arial"/>
      <w:sz w:val="18"/>
    </w:rPr>
  </w:style>
  <w:style w:type="paragraph" w:styleId="BodyText3">
    <w:name w:val="Body Text 3"/>
    <w:basedOn w:val="Normal"/>
    <w:rPr>
      <w:rFonts w:ascii="Arial" w:hAnsi="Arial"/>
      <w:color w:val="FF000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F0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74F06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D65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1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rial" w:hAnsi="Arial"/>
      <w:sz w:val="18"/>
    </w:rPr>
  </w:style>
  <w:style w:type="paragraph" w:styleId="BodyText2">
    <w:name w:val="Body Text 2"/>
    <w:basedOn w:val="Normal"/>
    <w:pPr>
      <w:jc w:val="center"/>
    </w:pPr>
    <w:rPr>
      <w:rFonts w:ascii="Arial" w:hAnsi="Arial"/>
      <w:sz w:val="18"/>
    </w:rPr>
  </w:style>
  <w:style w:type="paragraph" w:styleId="BodyText3">
    <w:name w:val="Body Text 3"/>
    <w:basedOn w:val="Normal"/>
    <w:rPr>
      <w:rFonts w:ascii="Arial" w:hAnsi="Arial"/>
      <w:color w:val="FF000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F0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74F06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D6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jamie.baughan:Library:Application%20Support:Microsoft:Office:User%20Templates:My%20Templates:ccstemplate201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ccstemplate2014.dot</Template>
  <TotalTime>0</TotalTime>
  <Pages>4</Pages>
  <Words>236</Words>
  <Characters>1348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STAGE 1 – DESIRED RESULTS</vt:lpstr>
    </vt:vector>
  </TitlesOfParts>
  <Company>McTighe &amp; Associates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STAGE 1 – DESIRED RESULTS</dc:title>
  <dc:subject/>
  <dc:creator>authorized user</dc:creator>
  <cp:keywords/>
  <dc:description/>
  <cp:lastModifiedBy>Tara Nattrass</cp:lastModifiedBy>
  <cp:revision>2</cp:revision>
  <cp:lastPrinted>2014-06-09T12:10:00Z</cp:lastPrinted>
  <dcterms:created xsi:type="dcterms:W3CDTF">2014-06-15T21:05:00Z</dcterms:created>
  <dcterms:modified xsi:type="dcterms:W3CDTF">2014-06-15T21:05:00Z</dcterms:modified>
</cp:coreProperties>
</file>